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59F" w:rsidRPr="00BC559F" w:rsidRDefault="00BC559F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</w:p>
    <w:p w:rsidR="00BC559F" w:rsidRPr="00A2687E" w:rsidRDefault="006D54F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="00BC559F" w:rsidRPr="00A2687E">
        <w:rPr>
          <w:rFonts w:ascii="Arial" w:hAnsi="Arial" w:cs="Arial"/>
          <w:b/>
          <w:sz w:val="28"/>
        </w:rPr>
        <w:t xml:space="preserve">omplète : </w:t>
      </w:r>
    </w:p>
    <w:p w:rsidR="006D54F1" w:rsidRDefault="00BC559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Combien de fois il y a </w:t>
      </w:r>
      <w:r w:rsidR="006D54F1"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 xml:space="preserve"> dans </w:t>
      </w:r>
      <w:r w:rsidR="006D54F1">
        <w:rPr>
          <w:rFonts w:ascii="Arial" w:hAnsi="Arial" w:cs="Arial"/>
          <w:sz w:val="28"/>
        </w:rPr>
        <w:t>28</w:t>
      </w:r>
      <w:r>
        <w:rPr>
          <w:rFonts w:ascii="Arial" w:hAnsi="Arial" w:cs="Arial"/>
          <w:sz w:val="28"/>
        </w:rPr>
        <w:t> ?</w:t>
      </w:r>
    </w:p>
    <w:p w:rsidR="00BC559F" w:rsidRDefault="00BC559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</w:t>
      </w:r>
      <w:r w:rsidR="006D54F1">
        <w:rPr>
          <w:rFonts w:ascii="Arial" w:hAnsi="Arial" w:cs="Arial"/>
          <w:sz w:val="28"/>
        </w:rPr>
        <w:t>Il</w:t>
      </w:r>
      <w:r>
        <w:rPr>
          <w:rFonts w:ascii="Arial" w:hAnsi="Arial" w:cs="Arial"/>
          <w:sz w:val="28"/>
        </w:rPr>
        <w:t xml:space="preserve"> y a … car </w:t>
      </w:r>
      <w:r w:rsidR="006D54F1">
        <w:rPr>
          <w:rFonts w:ascii="Arial" w:hAnsi="Arial" w:cs="Arial"/>
          <w:sz w:val="28"/>
        </w:rPr>
        <w:t xml:space="preserve">28 : 4 </w:t>
      </w:r>
      <w:r>
        <w:rPr>
          <w:rFonts w:ascii="Arial" w:hAnsi="Arial" w:cs="Arial"/>
          <w:sz w:val="28"/>
        </w:rPr>
        <w:t>=…</w:t>
      </w:r>
    </w:p>
    <w:p w:rsidR="006D54F1" w:rsidRDefault="00BC559F" w:rsidP="00BC559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Combien de fois il y a </w:t>
      </w:r>
      <w:r w:rsidR="00A2687E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 dans </w:t>
      </w:r>
      <w:r w:rsidR="006D54F1">
        <w:rPr>
          <w:rFonts w:ascii="Arial" w:hAnsi="Arial" w:cs="Arial"/>
          <w:sz w:val="28"/>
        </w:rPr>
        <w:t>4</w:t>
      </w:r>
      <w:r w:rsidR="00A2687E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 ? </w:t>
      </w:r>
    </w:p>
    <w:p w:rsidR="00BC559F" w:rsidRPr="007E024D" w:rsidRDefault="006D54F1" w:rsidP="00BC559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</w:t>
      </w:r>
      <w:r w:rsidR="00BC559F">
        <w:rPr>
          <w:rFonts w:ascii="Arial" w:hAnsi="Arial" w:cs="Arial"/>
          <w:sz w:val="28"/>
        </w:rPr>
        <w:t xml:space="preserve"> y a … car </w:t>
      </w:r>
      <w:r>
        <w:rPr>
          <w:rFonts w:ascii="Arial" w:hAnsi="Arial" w:cs="Arial"/>
          <w:sz w:val="28"/>
        </w:rPr>
        <w:t>4</w:t>
      </w:r>
      <w:r w:rsidR="00A2687E">
        <w:rPr>
          <w:rFonts w:ascii="Arial" w:hAnsi="Arial" w:cs="Arial"/>
          <w:sz w:val="28"/>
        </w:rPr>
        <w:t>5</w:t>
      </w:r>
      <w:r w:rsidR="00BC559F">
        <w:rPr>
          <w:rFonts w:ascii="Arial" w:hAnsi="Arial" w:cs="Arial"/>
          <w:sz w:val="28"/>
        </w:rPr>
        <w:t xml:space="preserve"> : </w:t>
      </w:r>
      <w:r w:rsidR="00A2687E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 </w:t>
      </w:r>
      <w:r w:rsidR="00BC559F">
        <w:rPr>
          <w:rFonts w:ascii="Arial" w:hAnsi="Arial" w:cs="Arial"/>
          <w:sz w:val="28"/>
        </w:rPr>
        <w:t>=…</w:t>
      </w:r>
    </w:p>
    <w:p w:rsidR="006D54F1" w:rsidRDefault="00A2687E" w:rsidP="00A268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Combien de fois il y a </w:t>
      </w:r>
      <w:r w:rsidR="006D54F1">
        <w:rPr>
          <w:rFonts w:ascii="Arial" w:hAnsi="Arial" w:cs="Arial"/>
          <w:sz w:val="28"/>
        </w:rPr>
        <w:t>9</w:t>
      </w:r>
      <w:r>
        <w:rPr>
          <w:rFonts w:ascii="Arial" w:hAnsi="Arial" w:cs="Arial"/>
          <w:sz w:val="28"/>
        </w:rPr>
        <w:t xml:space="preserve"> dans </w:t>
      </w:r>
      <w:r w:rsidR="006D54F1">
        <w:rPr>
          <w:rFonts w:ascii="Arial" w:hAnsi="Arial" w:cs="Arial"/>
          <w:sz w:val="28"/>
        </w:rPr>
        <w:t>72</w:t>
      </w:r>
      <w:r>
        <w:rPr>
          <w:rFonts w:ascii="Arial" w:hAnsi="Arial" w:cs="Arial"/>
          <w:sz w:val="28"/>
        </w:rPr>
        <w:t xml:space="preserve"> ? </w:t>
      </w:r>
    </w:p>
    <w:p w:rsidR="00A2687E" w:rsidRPr="007E024D" w:rsidRDefault="006D54F1" w:rsidP="00A268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</w:t>
      </w:r>
      <w:r w:rsidR="00A2687E">
        <w:rPr>
          <w:rFonts w:ascii="Arial" w:hAnsi="Arial" w:cs="Arial"/>
          <w:sz w:val="28"/>
        </w:rPr>
        <w:t xml:space="preserve"> y a … car </w:t>
      </w:r>
      <w:r>
        <w:rPr>
          <w:rFonts w:ascii="Arial" w:hAnsi="Arial" w:cs="Arial"/>
          <w:sz w:val="28"/>
        </w:rPr>
        <w:t>72</w:t>
      </w:r>
      <w:r w:rsidR="00A2687E">
        <w:rPr>
          <w:rFonts w:ascii="Arial" w:hAnsi="Arial" w:cs="Arial"/>
          <w:sz w:val="28"/>
        </w:rPr>
        <w:t xml:space="preserve"> : </w:t>
      </w:r>
      <w:r>
        <w:rPr>
          <w:rFonts w:ascii="Arial" w:hAnsi="Arial" w:cs="Arial"/>
          <w:sz w:val="28"/>
        </w:rPr>
        <w:t xml:space="preserve">9 </w:t>
      </w:r>
      <w:r w:rsidR="00A2687E">
        <w:rPr>
          <w:rFonts w:ascii="Arial" w:hAnsi="Arial" w:cs="Arial"/>
          <w:sz w:val="28"/>
        </w:rPr>
        <w:t>=…</w:t>
      </w:r>
    </w:p>
    <w:p w:rsidR="00A2687E" w:rsidRDefault="00A2687E">
      <w:pPr>
        <w:rPr>
          <w:rFonts w:ascii="Arial" w:hAnsi="Arial" w:cs="Arial"/>
          <w:b/>
          <w:sz w:val="28"/>
        </w:rPr>
      </w:pPr>
    </w:p>
    <w:p w:rsidR="00BC559F" w:rsidRPr="00BC559F" w:rsidRDefault="00BC559F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</w:p>
    <w:p w:rsidR="00BC559F" w:rsidRPr="00A2687E" w:rsidRDefault="00BC559F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>Parfois le résultat ne tombe pas juste. Il y a un quotient et un reste. Par exemple pour 62 : 8 </w:t>
      </w:r>
    </w:p>
    <w:p w:rsidR="00BC559F" w:rsidRPr="00A2687E" w:rsidRDefault="00BC559F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 xml:space="preserve">62 = </w:t>
      </w:r>
      <w:r w:rsidRPr="00A2687E">
        <w:rPr>
          <w:rFonts w:ascii="Arial" w:hAnsi="Arial" w:cs="Arial"/>
          <w:b/>
          <w:sz w:val="24"/>
        </w:rPr>
        <w:t>8</w:t>
      </w:r>
      <w:r w:rsidRPr="00A2687E">
        <w:rPr>
          <w:rFonts w:ascii="Arial" w:hAnsi="Arial" w:cs="Arial"/>
          <w:sz w:val="24"/>
        </w:rPr>
        <w:t xml:space="preserve"> x 7 + 6 (7 est le quotient et 6 est le reste)</w:t>
      </w:r>
    </w:p>
    <w:p w:rsidR="00A2687E" w:rsidRDefault="00A268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 ton tour avec : </w:t>
      </w:r>
      <w:r w:rsidR="00C848C5">
        <w:rPr>
          <w:rFonts w:ascii="Arial" w:hAnsi="Arial" w:cs="Arial"/>
          <w:sz w:val="28"/>
        </w:rPr>
        <w:t>7</w:t>
      </w:r>
      <w:r w:rsidR="006D54F1">
        <w:rPr>
          <w:rFonts w:ascii="Arial" w:hAnsi="Arial" w:cs="Arial"/>
          <w:sz w:val="28"/>
        </w:rPr>
        <w:t>4</w:t>
      </w:r>
      <w:r w:rsidR="00C848C5">
        <w:rPr>
          <w:rFonts w:ascii="Arial" w:hAnsi="Arial" w:cs="Arial"/>
          <w:sz w:val="28"/>
        </w:rPr>
        <w:t xml:space="preserve"> : 9 </w:t>
      </w:r>
    </w:p>
    <w:p w:rsidR="00C848C5" w:rsidRDefault="00C848C5" w:rsidP="00C848C5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7</w:t>
      </w:r>
      <w:r w:rsidR="006D54F1"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> = 9 x … + …</w:t>
      </w:r>
    </w:p>
    <w:p w:rsidR="006D54F1" w:rsidRDefault="006D54F1">
      <w:pPr>
        <w:rPr>
          <w:rFonts w:ascii="Arial" w:hAnsi="Arial" w:cs="Arial"/>
          <w:sz w:val="28"/>
        </w:rPr>
      </w:pPr>
    </w:p>
    <w:p w:rsidR="00A2687E" w:rsidRDefault="00C848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 ton tour avec : 6</w:t>
      </w:r>
      <w:r w:rsidR="006D54F1">
        <w:rPr>
          <w:rFonts w:ascii="Arial" w:hAnsi="Arial" w:cs="Arial"/>
          <w:sz w:val="28"/>
        </w:rPr>
        <w:t>4</w:t>
      </w:r>
      <w:r>
        <w:rPr>
          <w:rFonts w:ascii="Arial" w:hAnsi="Arial" w:cs="Arial"/>
          <w:sz w:val="28"/>
        </w:rPr>
        <w:t xml:space="preserve"> : </w:t>
      </w:r>
      <w:r w:rsidR="006D54F1">
        <w:rPr>
          <w:rFonts w:ascii="Arial" w:hAnsi="Arial" w:cs="Arial"/>
          <w:sz w:val="28"/>
        </w:rPr>
        <w:t>7</w:t>
      </w:r>
    </w:p>
    <w:p w:rsidR="00C848C5" w:rsidRDefault="00C848C5" w:rsidP="00C848C5">
      <w:pPr>
        <w:ind w:left="1416" w:firstLine="708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6</w:t>
      </w:r>
      <w:r w:rsidR="006D54F1">
        <w:rPr>
          <w:rFonts w:ascii="Arial" w:hAnsi="Arial" w:cs="Arial"/>
          <w:sz w:val="28"/>
        </w:rPr>
        <w:t>7</w:t>
      </w:r>
      <w:r>
        <w:rPr>
          <w:rFonts w:ascii="Arial" w:hAnsi="Arial" w:cs="Arial"/>
          <w:sz w:val="28"/>
        </w:rPr>
        <w:t>  =</w:t>
      </w:r>
      <w:proofErr w:type="gramEnd"/>
      <w:r>
        <w:rPr>
          <w:rFonts w:ascii="Arial" w:hAnsi="Arial" w:cs="Arial"/>
          <w:sz w:val="28"/>
        </w:rPr>
        <w:t xml:space="preserve"> </w:t>
      </w:r>
      <w:r w:rsidR="006D54F1">
        <w:rPr>
          <w:rFonts w:ascii="Arial" w:hAnsi="Arial" w:cs="Arial"/>
          <w:sz w:val="28"/>
        </w:rPr>
        <w:t>7</w:t>
      </w:r>
      <w:r>
        <w:rPr>
          <w:rFonts w:ascii="Arial" w:hAnsi="Arial" w:cs="Arial"/>
          <w:sz w:val="28"/>
        </w:rPr>
        <w:t xml:space="preserve"> x …+ …</w:t>
      </w:r>
    </w:p>
    <w:p w:rsidR="006D54F1" w:rsidRDefault="006D54F1" w:rsidP="00C848C5">
      <w:pPr>
        <w:ind w:left="1416" w:firstLine="708"/>
        <w:rPr>
          <w:rFonts w:ascii="Arial" w:hAnsi="Arial" w:cs="Arial"/>
          <w:sz w:val="28"/>
        </w:rPr>
      </w:pPr>
    </w:p>
    <w:p w:rsidR="006D54F1" w:rsidRDefault="006D54F1" w:rsidP="006D54F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 ton tour avec : 63 : 5</w:t>
      </w:r>
    </w:p>
    <w:p w:rsidR="006D54F1" w:rsidRDefault="006D54F1" w:rsidP="006D54F1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63 = 5 x …+ …</w:t>
      </w:r>
    </w:p>
    <w:p w:rsidR="006D54F1" w:rsidRPr="00BC559F" w:rsidRDefault="006D54F1" w:rsidP="006D54F1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</w:p>
    <w:p w:rsidR="006D54F1" w:rsidRPr="00A2687E" w:rsidRDefault="006D54F1" w:rsidP="006D54F1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</w:t>
      </w:r>
      <w:r w:rsidRPr="00A2687E">
        <w:rPr>
          <w:rFonts w:ascii="Arial" w:hAnsi="Arial" w:cs="Arial"/>
          <w:b/>
          <w:sz w:val="28"/>
        </w:rPr>
        <w:t xml:space="preserve">omplète : </w:t>
      </w:r>
    </w:p>
    <w:p w:rsidR="006D54F1" w:rsidRDefault="006D54F1" w:rsidP="006D54F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de fois il y a 4 dans 28 ?</w:t>
      </w:r>
    </w:p>
    <w:p w:rsidR="006D54F1" w:rsidRDefault="006D54F1" w:rsidP="006D54F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Il y a … car 28 : 4 =…</w:t>
      </w:r>
    </w:p>
    <w:p w:rsidR="006D54F1" w:rsidRDefault="006D54F1" w:rsidP="006D54F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Combien de fois il y a 5 dans 45 ? </w:t>
      </w:r>
    </w:p>
    <w:p w:rsidR="006D54F1" w:rsidRPr="007E024D" w:rsidRDefault="006D54F1" w:rsidP="006D54F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a … car 45 : 5 =…</w:t>
      </w:r>
    </w:p>
    <w:p w:rsidR="006D54F1" w:rsidRDefault="006D54F1" w:rsidP="006D54F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Combien de fois il y a 9 dans 72 ? </w:t>
      </w:r>
    </w:p>
    <w:p w:rsidR="006D54F1" w:rsidRPr="007E024D" w:rsidRDefault="006D54F1" w:rsidP="006D54F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a … car 72 : 9 =…</w:t>
      </w:r>
    </w:p>
    <w:p w:rsidR="006D54F1" w:rsidRDefault="006D54F1" w:rsidP="006D54F1">
      <w:pPr>
        <w:rPr>
          <w:rFonts w:ascii="Arial" w:hAnsi="Arial" w:cs="Arial"/>
          <w:b/>
          <w:sz w:val="28"/>
        </w:rPr>
      </w:pPr>
    </w:p>
    <w:p w:rsidR="006D54F1" w:rsidRPr="00BC559F" w:rsidRDefault="006D54F1" w:rsidP="006D54F1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</w:p>
    <w:p w:rsidR="00902E01" w:rsidRPr="00A2687E" w:rsidRDefault="00902E01" w:rsidP="00902E01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>Parfois le résultat ne tombe pas juste. Il y a un quotient et un reste. Par exemple pour 62 : 8 </w:t>
      </w:r>
    </w:p>
    <w:p w:rsidR="00902E01" w:rsidRPr="00A2687E" w:rsidRDefault="00902E01" w:rsidP="00902E01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 xml:space="preserve">62 = </w:t>
      </w:r>
      <w:r w:rsidRPr="00A2687E">
        <w:rPr>
          <w:rFonts w:ascii="Arial" w:hAnsi="Arial" w:cs="Arial"/>
          <w:b/>
          <w:sz w:val="24"/>
        </w:rPr>
        <w:t>8</w:t>
      </w:r>
      <w:r w:rsidRPr="00A2687E">
        <w:rPr>
          <w:rFonts w:ascii="Arial" w:hAnsi="Arial" w:cs="Arial"/>
          <w:sz w:val="24"/>
        </w:rPr>
        <w:t xml:space="preserve"> x 7 + 6 (7 est le quotient et 6 est le reste)</w:t>
      </w:r>
    </w:p>
    <w:p w:rsidR="00902E01" w:rsidRDefault="00902E01" w:rsidP="00902E0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 ton tour avec : 74 : 9 </w:t>
      </w:r>
    </w:p>
    <w:p w:rsidR="00902E01" w:rsidRDefault="00902E01" w:rsidP="00902E01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74 = 9 x … + …</w:t>
      </w:r>
    </w:p>
    <w:p w:rsidR="00902E01" w:rsidRDefault="00902E01" w:rsidP="00902E01">
      <w:pPr>
        <w:rPr>
          <w:rFonts w:ascii="Arial" w:hAnsi="Arial" w:cs="Arial"/>
          <w:sz w:val="28"/>
        </w:rPr>
      </w:pPr>
    </w:p>
    <w:p w:rsidR="00902E01" w:rsidRDefault="00902E01" w:rsidP="00902E0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 ton tour avec : 64 : 7</w:t>
      </w:r>
    </w:p>
    <w:p w:rsidR="00902E01" w:rsidRDefault="00902E01" w:rsidP="00902E01">
      <w:pPr>
        <w:ind w:left="1416" w:firstLine="708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67  =</w:t>
      </w:r>
      <w:proofErr w:type="gramEnd"/>
      <w:r>
        <w:rPr>
          <w:rFonts w:ascii="Arial" w:hAnsi="Arial" w:cs="Arial"/>
          <w:sz w:val="28"/>
        </w:rPr>
        <w:t xml:space="preserve"> 7 x …+ …</w:t>
      </w:r>
    </w:p>
    <w:p w:rsidR="00902E01" w:rsidRDefault="00902E01" w:rsidP="00902E01">
      <w:pPr>
        <w:ind w:left="1416" w:firstLine="708"/>
        <w:rPr>
          <w:rFonts w:ascii="Arial" w:hAnsi="Arial" w:cs="Arial"/>
          <w:sz w:val="28"/>
        </w:rPr>
      </w:pPr>
    </w:p>
    <w:p w:rsidR="00902E01" w:rsidRDefault="00902E01" w:rsidP="00902E01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 ton tour avec : 63 : 5</w:t>
      </w:r>
    </w:p>
    <w:p w:rsidR="006D54F1" w:rsidRDefault="00902E01" w:rsidP="00902E01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63 = 5 x …+ …</w:t>
      </w:r>
      <w:bookmarkStart w:id="0" w:name="_GoBack"/>
      <w:bookmarkEnd w:id="0"/>
    </w:p>
    <w:sectPr w:rsidR="006D54F1" w:rsidSect="00BC559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59F"/>
    <w:rsid w:val="001C4B97"/>
    <w:rsid w:val="001D645B"/>
    <w:rsid w:val="005175A3"/>
    <w:rsid w:val="005F7238"/>
    <w:rsid w:val="006D54F1"/>
    <w:rsid w:val="007E024D"/>
    <w:rsid w:val="00902E01"/>
    <w:rsid w:val="00A2687E"/>
    <w:rsid w:val="00BC559F"/>
    <w:rsid w:val="00C84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657228-9F1D-4E27-9179-D94065EC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148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2016-05-30T19:00:00Z</dcterms:created>
  <dcterms:modified xsi:type="dcterms:W3CDTF">2018-06-23T14:52:00Z</dcterms:modified>
</cp:coreProperties>
</file>